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3C72CBD9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491CB4" w:rsidRPr="00491CB4">
        <w:rPr>
          <w:szCs w:val="20"/>
          <w:lang w:val="sr-Latn-RS"/>
        </w:rPr>
        <w:t xml:space="preserve"> V</w:t>
      </w:r>
      <w:bookmarkStart w:id="1" w:name="_GoBack"/>
      <w:bookmarkEnd w:id="1"/>
      <w:r w:rsidR="00491CB4" w:rsidRPr="00491CB4">
        <w:rPr>
          <w:szCs w:val="20"/>
          <w:lang w:val="sr-Cyrl-RS"/>
        </w:rPr>
        <w:t>/20</w:t>
      </w:r>
      <w:r w:rsidR="00491CB4" w:rsidRPr="00491CB4">
        <w:rPr>
          <w:szCs w:val="20"/>
          <w:lang w:val="sr-Latn-RS"/>
        </w:rPr>
        <w:t>2</w:t>
      </w:r>
      <w:r w:rsidR="00570D0C">
        <w:rPr>
          <w:szCs w:val="20"/>
          <w:lang w:val="sr-Latn-RS"/>
        </w:rPr>
        <w:t>3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0310718" w14:textId="2FB54125" w:rsidR="00B758A6" w:rsidRPr="00570D0C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C42FA5">
        <w:rPr>
          <w:b/>
          <w:lang w:val="sr-Latn-RS"/>
        </w:rPr>
        <w:t>1</w:t>
      </w:r>
      <w:r w:rsidR="002475A2">
        <w:rPr>
          <w:b/>
          <w:lang w:val="sr-Latn-RS"/>
        </w:rPr>
        <w:t>5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2475A2" w:rsidRPr="00570D0C">
        <w:rPr>
          <w:b/>
          <w:lang w:val="ru-RU"/>
        </w:rPr>
        <w:t>ИМУНОХРОМАТОГРАФСКИ ТЕСТ</w:t>
      </w:r>
      <w:r w:rsidR="002475A2">
        <w:rPr>
          <w:b/>
          <w:lang w:val="sr-Cyrl-RS"/>
        </w:rPr>
        <w:t>ОВИ</w:t>
      </w:r>
      <w:r w:rsidR="002475A2" w:rsidRPr="00570D0C">
        <w:rPr>
          <w:b/>
          <w:lang w:val="ru-RU"/>
        </w:rPr>
        <w:t xml:space="preserve"> ЗА МИКРОБИОЛОГИЈУ</w:t>
      </w:r>
    </w:p>
    <w:p w14:paraId="7B0A2EF1" w14:textId="77777777" w:rsidR="00C61E3D" w:rsidRPr="00B758A6" w:rsidRDefault="00C61E3D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20DF1"/>
    <w:rsid w:val="00023F52"/>
    <w:rsid w:val="00063C8E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A2DF0"/>
    <w:rsid w:val="001E28EE"/>
    <w:rsid w:val="00235D00"/>
    <w:rsid w:val="002475A2"/>
    <w:rsid w:val="00255AFE"/>
    <w:rsid w:val="00267D9B"/>
    <w:rsid w:val="002A2B8D"/>
    <w:rsid w:val="002E6BB5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91CB4"/>
    <w:rsid w:val="004A1D50"/>
    <w:rsid w:val="004C566B"/>
    <w:rsid w:val="004E49E4"/>
    <w:rsid w:val="00570D0C"/>
    <w:rsid w:val="00570E24"/>
    <w:rsid w:val="005A48D4"/>
    <w:rsid w:val="005B3F46"/>
    <w:rsid w:val="005E3790"/>
    <w:rsid w:val="00647975"/>
    <w:rsid w:val="006570A8"/>
    <w:rsid w:val="006D6DCC"/>
    <w:rsid w:val="006F04D9"/>
    <w:rsid w:val="006F399B"/>
    <w:rsid w:val="0074399B"/>
    <w:rsid w:val="007B0432"/>
    <w:rsid w:val="007C6708"/>
    <w:rsid w:val="007F4E0B"/>
    <w:rsid w:val="007F5B4C"/>
    <w:rsid w:val="00841BD3"/>
    <w:rsid w:val="00871B93"/>
    <w:rsid w:val="00872673"/>
    <w:rsid w:val="00885B49"/>
    <w:rsid w:val="008A1C5C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1801"/>
    <w:rsid w:val="009C48BF"/>
    <w:rsid w:val="009C6CB8"/>
    <w:rsid w:val="009D3EF4"/>
    <w:rsid w:val="009F5BF8"/>
    <w:rsid w:val="00A00040"/>
    <w:rsid w:val="00A1199C"/>
    <w:rsid w:val="00A65609"/>
    <w:rsid w:val="00A72312"/>
    <w:rsid w:val="00A75C17"/>
    <w:rsid w:val="00A94055"/>
    <w:rsid w:val="00AA4928"/>
    <w:rsid w:val="00AE1F41"/>
    <w:rsid w:val="00AE2633"/>
    <w:rsid w:val="00B105E0"/>
    <w:rsid w:val="00B22668"/>
    <w:rsid w:val="00B53C13"/>
    <w:rsid w:val="00B709E0"/>
    <w:rsid w:val="00B71CC8"/>
    <w:rsid w:val="00B758A6"/>
    <w:rsid w:val="00B834F9"/>
    <w:rsid w:val="00BB41DA"/>
    <w:rsid w:val="00BD44C0"/>
    <w:rsid w:val="00BE1D99"/>
    <w:rsid w:val="00C07AEF"/>
    <w:rsid w:val="00C42FA5"/>
    <w:rsid w:val="00C61E3D"/>
    <w:rsid w:val="00C72B23"/>
    <w:rsid w:val="00CB3F9C"/>
    <w:rsid w:val="00CD2FA7"/>
    <w:rsid w:val="00D032E9"/>
    <w:rsid w:val="00D07C17"/>
    <w:rsid w:val="00D130A5"/>
    <w:rsid w:val="00D24539"/>
    <w:rsid w:val="00D57E6D"/>
    <w:rsid w:val="00D9739E"/>
    <w:rsid w:val="00DE3BE4"/>
    <w:rsid w:val="00E43265"/>
    <w:rsid w:val="00E52CB1"/>
    <w:rsid w:val="00E719AB"/>
    <w:rsid w:val="00EA39DE"/>
    <w:rsid w:val="00EB52E0"/>
    <w:rsid w:val="00F6753C"/>
    <w:rsid w:val="00FE2C7C"/>
    <w:rsid w:val="00FE4DCA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1</TotalTime>
  <Pages>1</Pages>
  <Words>104</Words>
  <Characters>815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918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5</cp:revision>
  <cp:lastPrinted>2007-06-13T07:07:00Z</cp:lastPrinted>
  <dcterms:created xsi:type="dcterms:W3CDTF">2021-07-15T13:32:00Z</dcterms:created>
  <dcterms:modified xsi:type="dcterms:W3CDTF">2023-06-01T07:27:00Z</dcterms:modified>
</cp:coreProperties>
</file>